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17187ED2" w:rsidR="0033636C" w:rsidRPr="00FA143F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A143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2146E5">
            <w:rPr>
              <w:rFonts w:ascii="Times New Roman" w:hAnsi="Times New Roman"/>
              <w:sz w:val="28"/>
              <w:szCs w:val="28"/>
            </w:rPr>
            <w:t>18 сентября 2025 года</w:t>
          </w:r>
        </w:sdtContent>
      </w:sdt>
      <w:r w:rsidRPr="00FA143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bookmarkStart w:id="0" w:name="_GoBack"/>
          <w:r w:rsidR="002146E5" w:rsidRPr="002146E5">
            <w:rPr>
              <w:rFonts w:ascii="Times New Roman" w:hAnsi="Times New Roman"/>
              <w:sz w:val="28"/>
              <w:szCs w:val="28"/>
            </w:rPr>
            <w:t>653</w:t>
          </w:r>
          <w:bookmarkEnd w:id="0"/>
        </w:sdtContent>
      </w:sdt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DCF5580" w14:textId="092545B2" w:rsidR="0033636C" w:rsidRPr="00FA143F" w:rsidRDefault="00093B08" w:rsidP="00FA143F">
      <w:pPr>
        <w:spacing w:after="36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A143F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муниципального образования «Городской округ Ногликский» от 18.11.2015 № 784 </w:t>
      </w:r>
      <w:r w:rsidR="00FA143F">
        <w:rPr>
          <w:rFonts w:ascii="Times New Roman" w:hAnsi="Times New Roman"/>
          <w:b/>
          <w:sz w:val="28"/>
          <w:szCs w:val="28"/>
        </w:rPr>
        <w:br/>
      </w:r>
      <w:r w:rsidRPr="00FA143F">
        <w:rPr>
          <w:rFonts w:ascii="Times New Roman" w:hAnsi="Times New Roman"/>
          <w:b/>
          <w:sz w:val="28"/>
          <w:szCs w:val="28"/>
        </w:rPr>
        <w:t xml:space="preserve">«Об утверждении муниципальной программы «Развитие культуры </w:t>
      </w:r>
      <w:r w:rsidR="00FA143F">
        <w:rPr>
          <w:rFonts w:ascii="Times New Roman" w:hAnsi="Times New Roman"/>
          <w:b/>
          <w:sz w:val="28"/>
          <w:szCs w:val="28"/>
        </w:rPr>
        <w:br/>
      </w:r>
      <w:r w:rsidRPr="00FA143F">
        <w:rPr>
          <w:rFonts w:ascii="Times New Roman" w:hAnsi="Times New Roman"/>
          <w:b/>
          <w:sz w:val="28"/>
          <w:szCs w:val="28"/>
        </w:rPr>
        <w:t>в муниципальном образовании Ногликский муниципальный округ Сахал</w:t>
      </w:r>
      <w:r w:rsidR="0067678B" w:rsidRPr="00FA143F">
        <w:rPr>
          <w:rFonts w:ascii="Times New Roman" w:hAnsi="Times New Roman"/>
          <w:b/>
          <w:sz w:val="28"/>
          <w:szCs w:val="28"/>
        </w:rPr>
        <w:t>инской области</w:t>
      </w:r>
      <w:r w:rsidR="00DA56ED" w:rsidRPr="00FA143F">
        <w:rPr>
          <w:rFonts w:ascii="Times New Roman" w:hAnsi="Times New Roman"/>
          <w:b/>
          <w:sz w:val="28"/>
          <w:szCs w:val="28"/>
        </w:rPr>
        <w:t>»</w:t>
      </w:r>
    </w:p>
    <w:p w14:paraId="11D50861" w14:textId="2290D7D3" w:rsidR="0067678B" w:rsidRPr="00855CEA" w:rsidRDefault="0067678B" w:rsidP="006767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BD5">
        <w:rPr>
          <w:rFonts w:ascii="Times New Roman" w:hAnsi="Times New Roman"/>
          <w:sz w:val="28"/>
          <w:szCs w:val="28"/>
        </w:rPr>
        <w:t>В целях приведения ресурсного обеспечения муниципальной программы «Развитие культу</w:t>
      </w:r>
      <w:r>
        <w:rPr>
          <w:rFonts w:ascii="Times New Roman" w:hAnsi="Times New Roman"/>
          <w:sz w:val="28"/>
          <w:szCs w:val="28"/>
        </w:rPr>
        <w:t>ры в муниципальном образовании Ногликский муниципальный округ Сахалинской области»</w:t>
      </w:r>
      <w:r w:rsidRPr="00091BD5">
        <w:rPr>
          <w:rFonts w:ascii="Times New Roman" w:hAnsi="Times New Roman"/>
          <w:sz w:val="28"/>
          <w:szCs w:val="28"/>
        </w:rPr>
        <w:t xml:space="preserve">, утвержденной постановлением администрации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«Городской округ </w:t>
      </w:r>
      <w:r w:rsidRPr="00FE49B7">
        <w:rPr>
          <w:rFonts w:ascii="Times New Roman" w:hAnsi="Times New Roman"/>
          <w:sz w:val="28"/>
          <w:szCs w:val="28"/>
        </w:rPr>
        <w:t>Ногликский» от 18.11.2015 № 784</w:t>
      </w:r>
      <w:r w:rsidRPr="00FE49B7">
        <w:t xml:space="preserve"> </w:t>
      </w:r>
      <w:r w:rsidRPr="00FE49B7">
        <w:rPr>
          <w:rFonts w:ascii="Times New Roman" w:hAnsi="Times New Roman"/>
          <w:sz w:val="28"/>
          <w:szCs w:val="28"/>
        </w:rPr>
        <w:t xml:space="preserve">«Об утверждении муниципальной программы «Развитие культуры в муниципальном образовании муниципальном образовании Ногликский муниципальный округ Сахалинской области» </w:t>
      </w:r>
      <w:r w:rsidR="00FE49B7">
        <w:rPr>
          <w:rFonts w:ascii="Times New Roman" w:hAnsi="Times New Roman"/>
          <w:sz w:val="28"/>
          <w:szCs w:val="28"/>
        </w:rPr>
        <w:t>в соответствии</w:t>
      </w:r>
      <w:r w:rsidRPr="00FE49B7">
        <w:rPr>
          <w:rFonts w:ascii="Times New Roman" w:hAnsi="Times New Roman"/>
          <w:sz w:val="28"/>
          <w:szCs w:val="28"/>
        </w:rPr>
        <w:t xml:space="preserve"> </w:t>
      </w:r>
      <w:r w:rsidR="00864E22" w:rsidRPr="00FE49B7">
        <w:rPr>
          <w:rFonts w:ascii="Times New Roman" w:hAnsi="Times New Roman"/>
          <w:sz w:val="28"/>
          <w:szCs w:val="28"/>
        </w:rPr>
        <w:br/>
      </w:r>
      <w:r w:rsidRPr="00FE49B7">
        <w:rPr>
          <w:rFonts w:ascii="Times New Roman" w:hAnsi="Times New Roman"/>
          <w:sz w:val="28"/>
          <w:szCs w:val="28"/>
        </w:rPr>
        <w:t xml:space="preserve">с уточненными бюджетными показателями по состоянию на 01 августа 2025 года, </w:t>
      </w:r>
      <w:bookmarkStart w:id="1" w:name="_Hlk30407272"/>
      <w:r w:rsidRPr="00FE49B7">
        <w:rPr>
          <w:rFonts w:ascii="Times New Roman" w:hAnsi="Times New Roman"/>
          <w:sz w:val="28"/>
          <w:szCs w:val="28"/>
        </w:rPr>
        <w:t xml:space="preserve">решением Собрания муниципального образования Ногликский муниципальный округ Сахалинской области от 13.12.2024 № 36 </w:t>
      </w:r>
      <w:r w:rsidR="00087659" w:rsidRPr="00FE49B7">
        <w:rPr>
          <w:rFonts w:ascii="Times New Roman" w:hAnsi="Times New Roman"/>
          <w:sz w:val="28"/>
          <w:szCs w:val="28"/>
        </w:rPr>
        <w:t>(в редакции от 14</w:t>
      </w:r>
      <w:r w:rsidR="0082758C" w:rsidRPr="00FE49B7">
        <w:rPr>
          <w:rFonts w:ascii="Times New Roman" w:hAnsi="Times New Roman"/>
          <w:sz w:val="28"/>
          <w:szCs w:val="28"/>
        </w:rPr>
        <w:t>.</w:t>
      </w:r>
      <w:r w:rsidR="00087659" w:rsidRPr="00FE49B7">
        <w:rPr>
          <w:rFonts w:ascii="Times New Roman" w:hAnsi="Times New Roman"/>
          <w:sz w:val="28"/>
          <w:szCs w:val="28"/>
        </w:rPr>
        <w:t>07</w:t>
      </w:r>
      <w:r w:rsidR="0082758C" w:rsidRPr="00FE49B7">
        <w:rPr>
          <w:rFonts w:ascii="Times New Roman" w:hAnsi="Times New Roman"/>
          <w:sz w:val="28"/>
          <w:szCs w:val="28"/>
        </w:rPr>
        <w:t>.</w:t>
      </w:r>
      <w:r w:rsidR="00087659" w:rsidRPr="00FE49B7">
        <w:rPr>
          <w:rFonts w:ascii="Times New Roman" w:hAnsi="Times New Roman"/>
          <w:sz w:val="28"/>
          <w:szCs w:val="28"/>
        </w:rPr>
        <w:t xml:space="preserve">2025 № 90) </w:t>
      </w:r>
      <w:r w:rsidRPr="00FE49B7">
        <w:rPr>
          <w:rFonts w:ascii="Times New Roman" w:hAnsi="Times New Roman"/>
          <w:sz w:val="28"/>
          <w:szCs w:val="28"/>
        </w:rPr>
        <w:t>«О бюджете муниципального образования Ногликский муниципальный округ Сахалинской области на 2025 год и на плановый период 2026 и 2027 годов</w:t>
      </w:r>
      <w:bookmarkEnd w:id="1"/>
      <w:r w:rsidRPr="00FE49B7">
        <w:rPr>
          <w:rFonts w:ascii="Times New Roman" w:hAnsi="Times New Roman"/>
          <w:sz w:val="28"/>
          <w:szCs w:val="28"/>
        </w:rPr>
        <w:t xml:space="preserve">», </w:t>
      </w:r>
      <w:r w:rsidR="00864E22" w:rsidRPr="00FE49B7">
        <w:rPr>
          <w:rFonts w:ascii="Times New Roman" w:hAnsi="Times New Roman"/>
          <w:sz w:val="28"/>
          <w:szCs w:val="28"/>
        </w:rPr>
        <w:t>руководствуясь статьей</w:t>
      </w:r>
      <w:r w:rsidRPr="00FE49B7">
        <w:rPr>
          <w:rFonts w:ascii="Times New Roman" w:hAnsi="Times New Roman"/>
          <w:sz w:val="28"/>
          <w:szCs w:val="28"/>
        </w:rPr>
        <w:t xml:space="preserve"> 36 Устава муниципального </w:t>
      </w:r>
      <w:r>
        <w:rPr>
          <w:rFonts w:ascii="Times New Roman" w:hAnsi="Times New Roman"/>
          <w:sz w:val="28"/>
          <w:szCs w:val="28"/>
        </w:rPr>
        <w:t xml:space="preserve">образования Ногликский муниципальный округ Сахалинской области, администрация муниципального образования Ногликский муниципальный округ Сахалинской области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ПОСТАНОВЛЯЕТ:</w:t>
      </w:r>
    </w:p>
    <w:p w14:paraId="34AF37BF" w14:textId="697C2FE9" w:rsidR="0067678B" w:rsidRPr="00BD5E06" w:rsidRDefault="0067678B" w:rsidP="00291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1BD5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В</w:t>
      </w:r>
      <w:r w:rsidRPr="00091BD5">
        <w:rPr>
          <w:rFonts w:ascii="Times New Roman" w:hAnsi="Times New Roman"/>
          <w:sz w:val="28"/>
          <w:szCs w:val="28"/>
        </w:rPr>
        <w:t xml:space="preserve"> постановление администрации муниципального образования «Городской округ Ногликский» от 18.11.2015 № 784 </w:t>
      </w:r>
      <w:r w:rsidRPr="00091BD5">
        <w:rPr>
          <w:rFonts w:ascii="Times New Roman" w:eastAsia="Times New Roman" w:hAnsi="Times New Roman"/>
          <w:sz w:val="28"/>
          <w:szCs w:val="28"/>
          <w:lang w:eastAsia="ru-RU"/>
        </w:rPr>
        <w:t xml:space="preserve">(в редакции от 06.05.2016 № 359, от 15.08.2016 № 627, от 07.02.2017 № 111, от 07.06.2017 № 368,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91BD5">
        <w:rPr>
          <w:rFonts w:ascii="Times New Roman" w:eastAsia="Times New Roman" w:hAnsi="Times New Roman"/>
          <w:sz w:val="28"/>
          <w:szCs w:val="28"/>
          <w:lang w:eastAsia="ru-RU"/>
        </w:rPr>
        <w:t xml:space="preserve">от 31.10.2017 № 845, от 21.12.2017 № 1093, от 27.02.2018 № 201, от 19.06.2018 № 573, от 24.12.2018 № 1251, от 09.04.2019 № 228, от 02.09.2019 № 666,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91BD5">
        <w:rPr>
          <w:rFonts w:ascii="Times New Roman" w:eastAsia="Times New Roman" w:hAnsi="Times New Roman"/>
          <w:sz w:val="28"/>
          <w:szCs w:val="28"/>
          <w:lang w:eastAsia="ru-RU"/>
        </w:rPr>
        <w:t xml:space="preserve">от 15.10.2019 № 767, от 17.04.2020 № 197, от 30.09.2020 № 476, от 14.12.2020 № 626, от 27.04.2021 № 230, от 16.09.2021 № 515, от 25.11.2021 № 649,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91BD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от 26.05.2022 № 263, от 12.10.2022 № 565, от 07.04.2023 № 226, от 24.07.2023 № 471, от 20.03.2024 № 165, от 11.12.2024 № 784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от 17.03.2025 № </w:t>
      </w:r>
      <w:r w:rsidRPr="0029199D">
        <w:rPr>
          <w:rFonts w:ascii="Times New Roman" w:eastAsia="Times New Roman" w:hAnsi="Times New Roman"/>
          <w:sz w:val="28"/>
          <w:szCs w:val="28"/>
          <w:lang w:eastAsia="ru-RU"/>
        </w:rPr>
        <w:t>146</w:t>
      </w:r>
      <w:r w:rsidR="0029199D" w:rsidRPr="0029199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22D6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29199D" w:rsidRPr="0029199D">
        <w:rPr>
          <w:rFonts w:ascii="Times New Roman" w:eastAsia="Times New Roman" w:hAnsi="Times New Roman"/>
          <w:sz w:val="28"/>
          <w:szCs w:val="28"/>
          <w:lang w:eastAsia="ru-RU"/>
        </w:rPr>
        <w:t>от 04.06.2025 № 366</w:t>
      </w:r>
      <w:r w:rsidRPr="0029199D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091BD5">
        <w:rPr>
          <w:rFonts w:ascii="Times New Roman" w:eastAsia="Times New Roman" w:hAnsi="Times New Roman"/>
          <w:sz w:val="28"/>
          <w:szCs w:val="28"/>
          <w:lang w:eastAsia="ru-RU"/>
        </w:rPr>
        <w:t xml:space="preserve">«Об утверждении муниципальной программы «Развитие культуры в муниципальном образовании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области»</w:t>
      </w:r>
      <w:r w:rsidRPr="00091BD5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- Программа)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</w:t>
      </w:r>
      <w:r w:rsidRPr="00091BD5">
        <w:rPr>
          <w:rFonts w:ascii="Times New Roman" w:eastAsia="Times New Roman" w:hAnsi="Times New Roman"/>
          <w:sz w:val="28"/>
          <w:szCs w:val="28"/>
          <w:lang w:eastAsia="ru-RU"/>
        </w:rPr>
        <w:t>следующие изменения:</w:t>
      </w:r>
    </w:p>
    <w:p w14:paraId="40FA714E" w14:textId="77777777" w:rsidR="0067678B" w:rsidRPr="00091BD5" w:rsidRDefault="0067678B" w:rsidP="0029199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1.1</w:t>
      </w:r>
      <w:r w:rsidRPr="00091BD5">
        <w:rPr>
          <w:rFonts w:ascii="Times New Roman" w:hAnsi="Times New Roman"/>
          <w:sz w:val="28"/>
          <w:szCs w:val="28"/>
        </w:rPr>
        <w:t xml:space="preserve">. </w:t>
      </w:r>
      <w:r w:rsidRPr="00091BD5">
        <w:rPr>
          <w:rFonts w:ascii="Times New Roman" w:eastAsia="Times New Roman" w:hAnsi="Times New Roman"/>
          <w:sz w:val="28"/>
          <w:szCs w:val="28"/>
          <w:lang w:eastAsia="ru-RU"/>
        </w:rPr>
        <w:t>Раздел «Объемы и источники финансирования муниципальной программы» в паспорте Программы изложить в следующей редакции:</w:t>
      </w:r>
    </w:p>
    <w:p w14:paraId="62D98BC9" w14:textId="77777777" w:rsidR="0067678B" w:rsidRPr="00091BD5" w:rsidRDefault="0067678B" w:rsidP="006767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074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"/>
        <w:gridCol w:w="2681"/>
        <w:gridCol w:w="6680"/>
        <w:gridCol w:w="434"/>
      </w:tblGrid>
      <w:tr w:rsidR="0067678B" w:rsidRPr="00EA1C4E" w14:paraId="43242C46" w14:textId="77777777" w:rsidTr="007C04B1">
        <w:tc>
          <w:tcPr>
            <w:tcW w:w="279" w:type="dxa"/>
            <w:tcBorders>
              <w:top w:val="nil"/>
              <w:left w:val="nil"/>
              <w:bottom w:val="nil"/>
            </w:tcBorders>
          </w:tcPr>
          <w:p w14:paraId="4ED47EAD" w14:textId="77777777" w:rsidR="0067678B" w:rsidRPr="00091BD5" w:rsidRDefault="0067678B" w:rsidP="007C04B1">
            <w:pPr>
              <w:spacing w:after="0" w:line="240" w:lineRule="auto"/>
              <w:ind w:left="-17" w:hanging="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681" w:type="dxa"/>
          </w:tcPr>
          <w:p w14:paraId="490C98D3" w14:textId="77777777" w:rsidR="0067678B" w:rsidRPr="00091BD5" w:rsidRDefault="0067678B" w:rsidP="007C04B1">
            <w:pPr>
              <w:spacing w:after="0" w:line="240" w:lineRule="auto"/>
              <w:ind w:left="4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6680" w:type="dxa"/>
          </w:tcPr>
          <w:p w14:paraId="034FB8AA" w14:textId="3B9B2651" w:rsidR="0067678B" w:rsidRPr="00EA1C4E" w:rsidRDefault="0067678B" w:rsidP="007C0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Общий объем средств, направляемых </w:t>
            </w:r>
            <w:r w:rsidR="006311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реализацию мероприятий 1 790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311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874,6</w:t>
            </w:r>
            <w:r w:rsidRPr="00EA1C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тыс. руб.,</w:t>
            </w:r>
          </w:p>
          <w:p w14:paraId="246BF55A" w14:textId="77777777" w:rsidR="0067678B" w:rsidRPr="00EA1C4E" w:rsidRDefault="0067678B" w:rsidP="007C0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5CB03BE3" w14:textId="77777777" w:rsidR="0067678B" w:rsidRPr="00701E95" w:rsidRDefault="0067678B" w:rsidP="007C0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01E9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областной бюджет 47 781,3 тыс. руб.;</w:t>
            </w:r>
          </w:p>
          <w:p w14:paraId="6FF65B2A" w14:textId="253E30A9" w:rsidR="0067678B" w:rsidRPr="00701E95" w:rsidRDefault="0067678B" w:rsidP="007C0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местный бюджет 1</w:t>
            </w:r>
            <w:r w:rsidR="0063112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</w:t>
            </w:r>
            <w:r w:rsidR="0063112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18 306,0</w:t>
            </w:r>
            <w:r w:rsidRPr="00701E9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59144315" w14:textId="77777777" w:rsidR="0067678B" w:rsidRDefault="0067678B" w:rsidP="007C0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федеральный бюджет 24 </w:t>
            </w:r>
            <w:r w:rsidRPr="00701E9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787,3 тыс. руб.</w:t>
            </w:r>
          </w:p>
          <w:p w14:paraId="795E5AF6" w14:textId="77777777" w:rsidR="0067678B" w:rsidRPr="00EA1C4E" w:rsidRDefault="0067678B" w:rsidP="007C0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- 92 723,9 тыс. руб.;</w:t>
            </w:r>
          </w:p>
          <w:p w14:paraId="33D48382" w14:textId="77777777" w:rsidR="0067678B" w:rsidRPr="00EA1C4E" w:rsidRDefault="0067678B" w:rsidP="007C0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- 78 120,8 тыс. руб.;</w:t>
            </w:r>
          </w:p>
          <w:p w14:paraId="7AC5DAAE" w14:textId="77777777" w:rsidR="0067678B" w:rsidRPr="00EA1C4E" w:rsidRDefault="0067678B" w:rsidP="007C0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- 14 603,1 тыс. руб.</w:t>
            </w:r>
          </w:p>
          <w:p w14:paraId="136337DB" w14:textId="77777777" w:rsidR="0067678B" w:rsidRPr="00EA1C4E" w:rsidRDefault="0067678B" w:rsidP="007C0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- 82 459,0 тыс. руб.;</w:t>
            </w:r>
          </w:p>
          <w:p w14:paraId="60627CBC" w14:textId="77777777" w:rsidR="0067678B" w:rsidRPr="00EA1C4E" w:rsidRDefault="0067678B" w:rsidP="007C0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- 80 599,0 тыс. руб.;</w:t>
            </w:r>
          </w:p>
          <w:p w14:paraId="3D5830A2" w14:textId="77777777" w:rsidR="0067678B" w:rsidRPr="00EA1C4E" w:rsidRDefault="0067678B" w:rsidP="007C0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- 1 817,4 тыс. руб.;</w:t>
            </w:r>
          </w:p>
          <w:p w14:paraId="7B4E85BF" w14:textId="77777777" w:rsidR="0067678B" w:rsidRPr="00EA1C4E" w:rsidRDefault="0067678B" w:rsidP="007C0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федеральный бюджет - 42,6 тыс. руб.</w:t>
            </w:r>
          </w:p>
          <w:p w14:paraId="0E6DFADC" w14:textId="77777777" w:rsidR="0067678B" w:rsidRPr="00EA1C4E" w:rsidRDefault="0067678B" w:rsidP="007C0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- 99 825,9 тыс. руб.;</w:t>
            </w:r>
          </w:p>
          <w:p w14:paraId="2C3D70D0" w14:textId="77777777" w:rsidR="0067678B" w:rsidRPr="00EA1C4E" w:rsidRDefault="0067678B" w:rsidP="007C0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- 99 550,7 тыс. руб.;</w:t>
            </w:r>
          </w:p>
          <w:p w14:paraId="4C1D9974" w14:textId="77777777" w:rsidR="0067678B" w:rsidRPr="00EA1C4E" w:rsidRDefault="0067678B" w:rsidP="007C0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- 275,2 тыс. руб.</w:t>
            </w:r>
          </w:p>
          <w:p w14:paraId="2694D255" w14:textId="77777777" w:rsidR="0067678B" w:rsidRPr="00EA1C4E" w:rsidRDefault="0067678B" w:rsidP="007C0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- 100 309,5 тыс. руб.;</w:t>
            </w:r>
          </w:p>
          <w:p w14:paraId="3655BC87" w14:textId="77777777" w:rsidR="0067678B" w:rsidRPr="00EA1C4E" w:rsidRDefault="0067678B" w:rsidP="007C0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- 100 085,9 тыс. руб.;</w:t>
            </w:r>
          </w:p>
          <w:p w14:paraId="122E62FC" w14:textId="77777777" w:rsidR="0067678B" w:rsidRPr="00EA1C4E" w:rsidRDefault="0067678B" w:rsidP="007C0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- 223,6 тыс. руб.</w:t>
            </w:r>
          </w:p>
          <w:p w14:paraId="18980C28" w14:textId="77777777" w:rsidR="0067678B" w:rsidRPr="00EA1C4E" w:rsidRDefault="0067678B" w:rsidP="007C0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- 117 988,2 тыс. руб.;</w:t>
            </w:r>
          </w:p>
          <w:p w14:paraId="1C170D43" w14:textId="77777777" w:rsidR="0067678B" w:rsidRPr="00EA1C4E" w:rsidRDefault="0067678B" w:rsidP="007C0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- 117 735,0 тыс. руб.;</w:t>
            </w:r>
          </w:p>
          <w:p w14:paraId="3B6475B1" w14:textId="77777777" w:rsidR="0067678B" w:rsidRPr="00EA1C4E" w:rsidRDefault="0067678B" w:rsidP="007C0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- 253,2 тыс. руб.</w:t>
            </w:r>
          </w:p>
          <w:p w14:paraId="1803E38A" w14:textId="77777777" w:rsidR="0067678B" w:rsidRPr="00EA1C4E" w:rsidRDefault="0067678B" w:rsidP="007C0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- 126 169,9 тыс. руб.;</w:t>
            </w:r>
          </w:p>
          <w:p w14:paraId="683CEF9C" w14:textId="77777777" w:rsidR="0067678B" w:rsidRPr="00EA1C4E" w:rsidRDefault="0067678B" w:rsidP="007C0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- 125 951,7 тыс. руб.;</w:t>
            </w:r>
          </w:p>
          <w:p w14:paraId="04C122A5" w14:textId="77777777" w:rsidR="0067678B" w:rsidRPr="00EA1C4E" w:rsidRDefault="0067678B" w:rsidP="007C0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- 218,2 тыс. руб.</w:t>
            </w:r>
          </w:p>
          <w:p w14:paraId="005AC7CC" w14:textId="77777777" w:rsidR="0067678B" w:rsidRPr="00EA1C4E" w:rsidRDefault="0067678B" w:rsidP="007C0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- 130 040,9 тыс. руб.;</w:t>
            </w:r>
          </w:p>
          <w:p w14:paraId="35AF84E6" w14:textId="77777777" w:rsidR="0067678B" w:rsidRPr="00EA1C4E" w:rsidRDefault="0067678B" w:rsidP="007C0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- 128 495,5 тыс. руб.;</w:t>
            </w:r>
          </w:p>
          <w:p w14:paraId="298A3058" w14:textId="77777777" w:rsidR="0067678B" w:rsidRPr="00EA1C4E" w:rsidRDefault="0067678B" w:rsidP="007C0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- 1 404,7 тыс. руб.;</w:t>
            </w:r>
          </w:p>
          <w:p w14:paraId="356D5817" w14:textId="77777777" w:rsidR="0067678B" w:rsidRPr="00EA1C4E" w:rsidRDefault="0067678B" w:rsidP="007C0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федеральный бюджет 140,7 тыс. руб.</w:t>
            </w:r>
          </w:p>
          <w:p w14:paraId="3ED94611" w14:textId="77777777" w:rsidR="0067678B" w:rsidRPr="00EA1C4E" w:rsidRDefault="0067678B" w:rsidP="007C0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- 140 946,2 тыс. руб.;</w:t>
            </w:r>
          </w:p>
          <w:p w14:paraId="3061E09B" w14:textId="77777777" w:rsidR="0067678B" w:rsidRPr="00EA1C4E" w:rsidRDefault="0067678B" w:rsidP="007C0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- 138 154,0 тыс. руб.;</w:t>
            </w:r>
          </w:p>
          <w:p w14:paraId="35F25966" w14:textId="77777777" w:rsidR="0067678B" w:rsidRPr="00EA1C4E" w:rsidRDefault="0067678B" w:rsidP="007C0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- 2 792,2 тыс. руб.</w:t>
            </w:r>
          </w:p>
          <w:p w14:paraId="2D5C75A6" w14:textId="77777777" w:rsidR="0067678B" w:rsidRPr="00EA1C4E" w:rsidRDefault="0067678B" w:rsidP="007C0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- 154 343,5 тыс. руб.;</w:t>
            </w:r>
          </w:p>
          <w:p w14:paraId="4F1A21BE" w14:textId="77777777" w:rsidR="0067678B" w:rsidRPr="00EA1C4E" w:rsidRDefault="0067678B" w:rsidP="007C0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- 152 754,5 тыс. руб.;</w:t>
            </w:r>
          </w:p>
          <w:p w14:paraId="388D57F5" w14:textId="77777777" w:rsidR="0067678B" w:rsidRPr="00EA1C4E" w:rsidRDefault="0067678B" w:rsidP="007C0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- 902,3 тыс. руб.;</w:t>
            </w:r>
          </w:p>
          <w:p w14:paraId="217414FE" w14:textId="77777777" w:rsidR="0067678B" w:rsidRPr="00EA1C4E" w:rsidRDefault="0067678B" w:rsidP="007C0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федеральный бюджет - 686,7 тыс. руб.</w:t>
            </w:r>
          </w:p>
          <w:p w14:paraId="7D561695" w14:textId="77777777" w:rsidR="0067678B" w:rsidRPr="00EA1C4E" w:rsidRDefault="0067678B" w:rsidP="007C0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- 169 036,0 тыс. руб.;</w:t>
            </w:r>
          </w:p>
          <w:p w14:paraId="6AAD48D0" w14:textId="77777777" w:rsidR="0067678B" w:rsidRPr="00EA1C4E" w:rsidRDefault="0067678B" w:rsidP="007C0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- местный бюджет - 162 354,4 тыс. руб.;</w:t>
            </w:r>
          </w:p>
          <w:p w14:paraId="14CF48FA" w14:textId="77777777" w:rsidR="0067678B" w:rsidRPr="00EA1C4E" w:rsidRDefault="0067678B" w:rsidP="007C0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- 6 631,6 тыс. руб.;</w:t>
            </w:r>
          </w:p>
          <w:p w14:paraId="6F2F6A7F" w14:textId="77777777" w:rsidR="0067678B" w:rsidRPr="00EA1C4E" w:rsidRDefault="0067678B" w:rsidP="007C0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федеральный бюджет - 50,0 тыс. руб.</w:t>
            </w:r>
          </w:p>
          <w:p w14:paraId="09157583" w14:textId="064C6AED" w:rsidR="0067678B" w:rsidRPr="00EA1C4E" w:rsidRDefault="00631121" w:rsidP="007C0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213 077,7</w:t>
            </w:r>
            <w:r w:rsidR="0067678B"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1749E14F" w14:textId="4F73DFF7" w:rsidR="0067678B" w:rsidRPr="00EA1C4E" w:rsidRDefault="00631121" w:rsidP="007C0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188 298,1</w:t>
            </w:r>
            <w:r w:rsidR="0067678B"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08554874" w14:textId="77777777" w:rsidR="0067678B" w:rsidRPr="00EA1C4E" w:rsidRDefault="0067678B" w:rsidP="007C0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- 10 </w:t>
            </w: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779,6 тыс. руб.;</w:t>
            </w:r>
          </w:p>
          <w:p w14:paraId="4AC938D2" w14:textId="77777777" w:rsidR="0067678B" w:rsidRPr="00EA1C4E" w:rsidRDefault="0067678B" w:rsidP="007C0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федеральный бюджет - 14 </w:t>
            </w: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000,0 тыс. руб.</w:t>
            </w:r>
          </w:p>
          <w:p w14:paraId="2495B059" w14:textId="77777777" w:rsidR="0067678B" w:rsidRPr="00EA1C4E" w:rsidRDefault="0067678B" w:rsidP="007C0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- 175 </w:t>
            </w: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798,0 тыс. руб.;</w:t>
            </w:r>
          </w:p>
          <w:p w14:paraId="1D9B1AEE" w14:textId="77777777" w:rsidR="0067678B" w:rsidRPr="00EA1C4E" w:rsidRDefault="0067678B" w:rsidP="007C0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- 164 </w:t>
            </w: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735,6 тыс. руб.;</w:t>
            </w:r>
          </w:p>
          <w:p w14:paraId="6264D2B5" w14:textId="77777777" w:rsidR="0067678B" w:rsidRPr="00EA1C4E" w:rsidRDefault="0067678B" w:rsidP="007C0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4881,2 тыс. руб.;</w:t>
            </w:r>
          </w:p>
          <w:p w14:paraId="50F45713" w14:textId="77777777" w:rsidR="0067678B" w:rsidRPr="00EA1C4E" w:rsidRDefault="0067678B" w:rsidP="007C0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федеральный бюджет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6181,2 тыс. руб.;</w:t>
            </w:r>
          </w:p>
          <w:p w14:paraId="48BD4E44" w14:textId="77777777" w:rsidR="0067678B" w:rsidRPr="00EA1C4E" w:rsidRDefault="0067678B" w:rsidP="007C0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- 188 </w:t>
            </w: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155,9 тыс. руб.;</w:t>
            </w:r>
          </w:p>
          <w:p w14:paraId="217062CB" w14:textId="77777777" w:rsidR="0067678B" w:rsidRPr="00EA1C4E" w:rsidRDefault="0067678B" w:rsidP="007C0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- 181 470,8 тыс. руб.;</w:t>
            </w:r>
          </w:p>
          <w:p w14:paraId="6F8AC249" w14:textId="77777777" w:rsidR="0067678B" w:rsidRPr="00EA1C4E" w:rsidRDefault="0067678B" w:rsidP="007C04B1">
            <w:pPr>
              <w:tabs>
                <w:tab w:val="left" w:pos="1350"/>
              </w:tabs>
              <w:spacing w:after="0" w:line="240" w:lineRule="auto"/>
              <w:ind w:left="51" w:firstLine="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- 2999,0 тыс. руб.;</w:t>
            </w:r>
          </w:p>
          <w:p w14:paraId="394C61BB" w14:textId="77777777" w:rsidR="0067678B" w:rsidRPr="00EA1C4E" w:rsidRDefault="0067678B" w:rsidP="007C04B1">
            <w:pPr>
              <w:tabs>
                <w:tab w:val="left" w:pos="1350"/>
              </w:tabs>
              <w:spacing w:after="0" w:line="240" w:lineRule="auto"/>
              <w:ind w:left="51" w:firstLine="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федеральный бюджет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EA1C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3686,1 тыс. руб.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14:paraId="424E1C79" w14:textId="77777777" w:rsidR="0067678B" w:rsidRPr="00091BD5" w:rsidRDefault="0067678B" w:rsidP="007C04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A72A1E" w14:textId="77777777" w:rsidR="0067678B" w:rsidRPr="00091BD5" w:rsidRDefault="0067678B" w:rsidP="007C04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07AAC6" w14:textId="77777777" w:rsidR="0067678B" w:rsidRPr="00091BD5" w:rsidRDefault="0067678B" w:rsidP="007C04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2F3AA9" w14:textId="77777777" w:rsidR="0067678B" w:rsidRPr="00091BD5" w:rsidRDefault="0067678B" w:rsidP="007C04B1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EA18DF" w14:textId="77777777" w:rsidR="0067678B" w:rsidRPr="00091BD5" w:rsidRDefault="0067678B" w:rsidP="007C04B1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C8F4AF" w14:textId="77777777" w:rsidR="0067678B" w:rsidRPr="00091BD5" w:rsidRDefault="0067678B" w:rsidP="007C04B1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5FB6F6" w14:textId="77777777" w:rsidR="0067678B" w:rsidRPr="00091BD5" w:rsidRDefault="0067678B" w:rsidP="007C04B1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FAEFF4" w14:textId="77777777" w:rsidR="0067678B" w:rsidRPr="00091BD5" w:rsidRDefault="0067678B" w:rsidP="007C04B1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D455C2" w14:textId="77777777" w:rsidR="0067678B" w:rsidRPr="00091BD5" w:rsidRDefault="0067678B" w:rsidP="007C04B1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EABF74" w14:textId="77777777" w:rsidR="0067678B" w:rsidRPr="00091BD5" w:rsidRDefault="0067678B" w:rsidP="007C04B1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BFA606" w14:textId="77777777" w:rsidR="0067678B" w:rsidRPr="00091BD5" w:rsidRDefault="0067678B" w:rsidP="007C04B1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5108B2" w14:textId="77777777" w:rsidR="0067678B" w:rsidRPr="00091BD5" w:rsidRDefault="0067678B" w:rsidP="007C04B1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C790AC" w14:textId="77777777" w:rsidR="0067678B" w:rsidRPr="00091BD5" w:rsidRDefault="0067678B" w:rsidP="007C04B1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05E1A4" w14:textId="77777777" w:rsidR="0067678B" w:rsidRPr="00091BD5" w:rsidRDefault="0067678B" w:rsidP="007C04B1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AE0B2C" w14:textId="77777777" w:rsidR="0067678B" w:rsidRPr="00091BD5" w:rsidRDefault="0067678B" w:rsidP="007C04B1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EF727A" w14:textId="77777777" w:rsidR="0067678B" w:rsidRPr="00091BD5" w:rsidRDefault="0067678B" w:rsidP="007C04B1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075D7C" w14:textId="77777777" w:rsidR="0067678B" w:rsidRPr="00091BD5" w:rsidRDefault="0067678B" w:rsidP="007C04B1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9A0323" w14:textId="77777777" w:rsidR="0067678B" w:rsidRPr="00091BD5" w:rsidRDefault="0067678B" w:rsidP="007C04B1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772C2E" w14:textId="77777777" w:rsidR="0067678B" w:rsidRPr="00091BD5" w:rsidRDefault="0067678B" w:rsidP="007C04B1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E6D214" w14:textId="77777777" w:rsidR="0067678B" w:rsidRPr="00091BD5" w:rsidRDefault="0067678B" w:rsidP="007C04B1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161C5D" w14:textId="77777777" w:rsidR="0067678B" w:rsidRPr="00091BD5" w:rsidRDefault="0067678B" w:rsidP="007C04B1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4AE01E" w14:textId="77777777" w:rsidR="0067678B" w:rsidRPr="00091BD5" w:rsidRDefault="0067678B" w:rsidP="007C04B1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84D1E9" w14:textId="77777777" w:rsidR="0067678B" w:rsidRPr="00091BD5" w:rsidRDefault="0067678B" w:rsidP="007C04B1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75D0E1" w14:textId="77777777" w:rsidR="0067678B" w:rsidRPr="00091BD5" w:rsidRDefault="0067678B" w:rsidP="007C04B1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DB1D88" w14:textId="77777777" w:rsidR="0067678B" w:rsidRPr="00091BD5" w:rsidRDefault="0067678B" w:rsidP="007C04B1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08C36B" w14:textId="77777777" w:rsidR="0067678B" w:rsidRPr="00091BD5" w:rsidRDefault="0067678B" w:rsidP="007C04B1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3DD7FC" w14:textId="77777777" w:rsidR="0067678B" w:rsidRPr="00091BD5" w:rsidRDefault="0067678B" w:rsidP="007C04B1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93988B" w14:textId="77777777" w:rsidR="0067678B" w:rsidRPr="00091BD5" w:rsidRDefault="0067678B" w:rsidP="007C04B1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4FD69A" w14:textId="77777777" w:rsidR="0067678B" w:rsidRPr="00091BD5" w:rsidRDefault="0067678B" w:rsidP="007C04B1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E89E12" w14:textId="77777777" w:rsidR="0067678B" w:rsidRPr="00091BD5" w:rsidRDefault="0067678B" w:rsidP="007C04B1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05075B" w14:textId="77777777" w:rsidR="0067678B" w:rsidRPr="00091BD5" w:rsidRDefault="0067678B" w:rsidP="007C04B1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F820C6" w14:textId="77777777" w:rsidR="0067678B" w:rsidRPr="00091BD5" w:rsidRDefault="0067678B" w:rsidP="007C04B1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60E294B" w14:textId="77777777" w:rsidR="0067678B" w:rsidRPr="00091BD5" w:rsidRDefault="0067678B" w:rsidP="007C04B1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52E229" w14:textId="77777777" w:rsidR="0067678B" w:rsidRPr="00091BD5" w:rsidRDefault="0067678B" w:rsidP="007C04B1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BB1669" w14:textId="77777777" w:rsidR="0067678B" w:rsidRPr="00091BD5" w:rsidRDefault="0067678B" w:rsidP="007C04B1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5799FA" w14:textId="77777777" w:rsidR="0067678B" w:rsidRPr="00091BD5" w:rsidRDefault="0067678B" w:rsidP="007C04B1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BAF1E0" w14:textId="77777777" w:rsidR="0067678B" w:rsidRPr="00091BD5" w:rsidRDefault="0067678B" w:rsidP="007C04B1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DDE0FD" w14:textId="77777777" w:rsidR="0067678B" w:rsidRPr="00091BD5" w:rsidRDefault="0067678B" w:rsidP="007C04B1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0D0FBF" w14:textId="77777777" w:rsidR="0067678B" w:rsidRPr="00091BD5" w:rsidRDefault="0067678B" w:rsidP="007C04B1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21D0F4" w14:textId="77777777" w:rsidR="0067678B" w:rsidRPr="00091BD5" w:rsidRDefault="0067678B" w:rsidP="007C04B1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59EDD1" w14:textId="77777777" w:rsidR="0067678B" w:rsidRPr="00091BD5" w:rsidRDefault="0067678B" w:rsidP="007C04B1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054836" w14:textId="77777777" w:rsidR="0067678B" w:rsidRPr="00091BD5" w:rsidRDefault="0067678B" w:rsidP="007C04B1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B01EED" w14:textId="77777777" w:rsidR="0067678B" w:rsidRPr="00091BD5" w:rsidRDefault="0067678B" w:rsidP="007C04B1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9F45BD" w14:textId="77777777" w:rsidR="0067678B" w:rsidRPr="00091BD5" w:rsidRDefault="0067678B" w:rsidP="007C04B1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431CC2" w14:textId="77777777" w:rsidR="0067678B" w:rsidRPr="00091BD5" w:rsidRDefault="0067678B" w:rsidP="007C04B1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B301B0" w14:textId="77777777" w:rsidR="0067678B" w:rsidRPr="00091BD5" w:rsidRDefault="0067678B" w:rsidP="007C04B1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7549428" w14:textId="77777777" w:rsidR="0067678B" w:rsidRPr="00091BD5" w:rsidRDefault="0067678B" w:rsidP="007C04B1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C4867E" w14:textId="77777777" w:rsidR="0067678B" w:rsidRDefault="0067678B" w:rsidP="007C04B1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8685FF2" w14:textId="77777777" w:rsidR="0067678B" w:rsidRDefault="0067678B" w:rsidP="007C04B1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35AE65" w14:textId="77777777" w:rsidR="0067678B" w:rsidRDefault="0067678B" w:rsidP="007C04B1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700640" w14:textId="77777777" w:rsidR="0067678B" w:rsidRDefault="0067678B" w:rsidP="007C04B1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AC8983" w14:textId="0B88CC0A" w:rsidR="0067678B" w:rsidRPr="00091BD5" w:rsidRDefault="0067678B" w:rsidP="002234F1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2234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</w:tbl>
    <w:p w14:paraId="5DC3506C" w14:textId="77777777" w:rsidR="0067678B" w:rsidRPr="00091BD5" w:rsidRDefault="0067678B" w:rsidP="0067678B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</w:p>
    <w:p w14:paraId="28F114A8" w14:textId="77777777" w:rsidR="0067678B" w:rsidRPr="00091BD5" w:rsidRDefault="0067678B" w:rsidP="0067678B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1.2</w:t>
      </w:r>
      <w:r w:rsidRPr="00091BD5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. Раздел 7 «Ресурсное обеспечение Программы» паспорта Программы изложить в следующей редакции:</w:t>
      </w:r>
    </w:p>
    <w:p w14:paraId="43B22734" w14:textId="77777777" w:rsidR="0067678B" w:rsidRPr="00091BD5" w:rsidRDefault="0067678B" w:rsidP="0067678B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 w:rsidRPr="00091BD5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«7. Ресурсное обеспечение Программы.</w:t>
      </w:r>
    </w:p>
    <w:p w14:paraId="2496DC3F" w14:textId="7092031C" w:rsidR="0067678B" w:rsidRPr="00091BD5" w:rsidRDefault="0067678B" w:rsidP="0067678B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1C4E">
        <w:rPr>
          <w:rFonts w:ascii="Times New Roman" w:hAnsi="Times New Roman"/>
          <w:bCs/>
          <w:color w:val="0D0D0D"/>
          <w:sz w:val="28"/>
          <w:szCs w:val="28"/>
        </w:rPr>
        <w:t xml:space="preserve">Общий прогнозируемый объем финансирования мероприятий Программы составляет </w:t>
      </w:r>
      <w:r w:rsidR="00631121">
        <w:rPr>
          <w:rFonts w:ascii="Times New Roman" w:hAnsi="Times New Roman"/>
          <w:sz w:val="28"/>
          <w:szCs w:val="28"/>
        </w:rPr>
        <w:t>1 790 874,6</w:t>
      </w:r>
      <w:r w:rsidRPr="00EA1C4E">
        <w:rPr>
          <w:rFonts w:ascii="Times New Roman" w:hAnsi="Times New Roman"/>
          <w:sz w:val="28"/>
          <w:szCs w:val="28"/>
        </w:rPr>
        <w:t xml:space="preserve"> тыс. рублей, в том числе: средства местного бюд</w:t>
      </w:r>
      <w:r w:rsidR="0029199D">
        <w:rPr>
          <w:rFonts w:ascii="Times New Roman" w:hAnsi="Times New Roman"/>
          <w:sz w:val="28"/>
          <w:szCs w:val="28"/>
        </w:rPr>
        <w:t>жета - 1718</w:t>
      </w:r>
      <w:r>
        <w:rPr>
          <w:rFonts w:ascii="Times New Roman" w:hAnsi="Times New Roman"/>
          <w:sz w:val="28"/>
          <w:szCs w:val="28"/>
        </w:rPr>
        <w:t xml:space="preserve"> </w:t>
      </w:r>
      <w:r w:rsidR="0029199D">
        <w:rPr>
          <w:rFonts w:ascii="Times New Roman" w:hAnsi="Times New Roman"/>
          <w:sz w:val="28"/>
          <w:szCs w:val="28"/>
        </w:rPr>
        <w:t>306,0</w:t>
      </w:r>
      <w:r w:rsidRPr="00EA1C4E">
        <w:rPr>
          <w:rFonts w:ascii="Times New Roman" w:hAnsi="Times New Roman"/>
          <w:sz w:val="28"/>
          <w:szCs w:val="28"/>
        </w:rPr>
        <w:t xml:space="preserve"> тыс. рублей; с</w:t>
      </w:r>
      <w:r>
        <w:rPr>
          <w:rFonts w:ascii="Times New Roman" w:hAnsi="Times New Roman"/>
          <w:sz w:val="28"/>
          <w:szCs w:val="28"/>
        </w:rPr>
        <w:t xml:space="preserve">редства областного бюджета - 47 </w:t>
      </w:r>
      <w:r w:rsidRPr="00EA1C4E">
        <w:rPr>
          <w:rFonts w:ascii="Times New Roman" w:hAnsi="Times New Roman"/>
          <w:sz w:val="28"/>
          <w:szCs w:val="28"/>
        </w:rPr>
        <w:t xml:space="preserve">781,3 </w:t>
      </w:r>
      <w:r w:rsidR="00714036">
        <w:rPr>
          <w:rFonts w:ascii="Times New Roman" w:hAnsi="Times New Roman"/>
          <w:sz w:val="28"/>
          <w:szCs w:val="28"/>
        </w:rPr>
        <w:br/>
      </w:r>
      <w:r w:rsidRPr="00EA1C4E">
        <w:rPr>
          <w:rFonts w:ascii="Times New Roman" w:hAnsi="Times New Roman"/>
          <w:sz w:val="28"/>
          <w:szCs w:val="28"/>
        </w:rPr>
        <w:t>тыс. рублей; сре</w:t>
      </w:r>
      <w:r>
        <w:rPr>
          <w:rFonts w:ascii="Times New Roman" w:hAnsi="Times New Roman"/>
          <w:sz w:val="28"/>
          <w:szCs w:val="28"/>
        </w:rPr>
        <w:t xml:space="preserve">дства федерального бюджета - 24 </w:t>
      </w:r>
      <w:r w:rsidRPr="00EA1C4E">
        <w:rPr>
          <w:rFonts w:ascii="Times New Roman" w:hAnsi="Times New Roman"/>
          <w:sz w:val="28"/>
          <w:szCs w:val="28"/>
        </w:rPr>
        <w:t>787,3 тыс. рублей.</w:t>
      </w:r>
      <w:r w:rsidRPr="00EA1C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91BD5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Информация об общем объеме финансовых средств отражена в приложении 3 часть 1, часть 2 «Ресурсное обеспечение реализации муниципальной программы «Развитие культуры в муниципальном образовании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области».»</w:t>
      </w:r>
      <w:r w:rsidR="002234F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7B0EC96F" w14:textId="4BD5A445" w:rsidR="0067678B" w:rsidRPr="00091BD5" w:rsidRDefault="0029199D" w:rsidP="0067678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1.3</w:t>
      </w:r>
      <w:r w:rsidR="0067678B" w:rsidRPr="00091BD5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Приложение 3 часть 2 </w:t>
      </w:r>
      <w:r w:rsidR="0067678B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Программе </w:t>
      </w:r>
      <w:r w:rsidR="0067678B" w:rsidRPr="000B3BFC">
        <w:rPr>
          <w:rFonts w:ascii="Times New Roman" w:eastAsia="Times New Roman" w:hAnsi="Times New Roman"/>
          <w:sz w:val="28"/>
          <w:szCs w:val="28"/>
          <w:lang w:eastAsia="ru-RU"/>
        </w:rPr>
        <w:t xml:space="preserve">«Ресурсное обеспечение реализации муниципальной программы «Развитие культуры в муниципальном образовании Ногликский муниципальный округ Сахалинской области» </w:t>
      </w:r>
      <w:r w:rsidR="0067678B" w:rsidRPr="00091BD5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изложить в новой</w:t>
      </w:r>
      <w:r w:rsidR="0067678B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 редакции</w:t>
      </w:r>
      <w:r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 согласно приложению 1</w:t>
      </w:r>
      <w:r w:rsidR="0067678B" w:rsidRPr="00091BD5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 к настоящему постановлению.</w:t>
      </w:r>
    </w:p>
    <w:p w14:paraId="0152B41E" w14:textId="77777777" w:rsidR="0067678B" w:rsidRPr="00091BD5" w:rsidRDefault="0067678B" w:rsidP="0067678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1BD5">
        <w:rPr>
          <w:rFonts w:ascii="Times New Roman" w:eastAsia="Times New Roman" w:hAnsi="Times New Roman"/>
          <w:sz w:val="28"/>
          <w:szCs w:val="28"/>
          <w:lang w:eastAsia="ru-RU"/>
        </w:rPr>
        <w:t xml:space="preserve">2. Опубликовать настоящее постановление в газете «Знамя труда»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91BD5">
        <w:rPr>
          <w:rFonts w:ascii="Times New Roman" w:eastAsia="Times New Roman" w:hAnsi="Times New Roman"/>
          <w:sz w:val="28"/>
          <w:szCs w:val="28"/>
          <w:lang w:eastAsia="ru-RU"/>
        </w:rPr>
        <w:t xml:space="preserve">и разместить на официальном сайте муниципального образования </w:t>
      </w:r>
      <w:bookmarkStart w:id="2" w:name="_Hlk190332521"/>
      <w:r w:rsidRPr="00091BD5">
        <w:rPr>
          <w:rFonts w:ascii="Times New Roman" w:eastAsia="Times New Roman" w:hAnsi="Times New Roman"/>
          <w:sz w:val="28"/>
          <w:szCs w:val="28"/>
          <w:lang w:eastAsia="ru-RU"/>
        </w:rPr>
        <w:t xml:space="preserve">Ногликский муниципальный округ Сахалинской области </w:t>
      </w:r>
      <w:bookmarkEnd w:id="2"/>
      <w:r w:rsidRPr="00091BD5">
        <w:rPr>
          <w:rFonts w:ascii="Times New Roman" w:eastAsia="Times New Roman" w:hAnsi="Times New Roman"/>
          <w:sz w:val="28"/>
          <w:szCs w:val="28"/>
          <w:lang w:eastAsia="ru-RU"/>
        </w:rPr>
        <w:t>в информационно-телекоммуникационной сети «Интернет».</w:t>
      </w:r>
    </w:p>
    <w:p w14:paraId="1FDDAFE3" w14:textId="77777777" w:rsidR="005D2E85" w:rsidRDefault="0067678B" w:rsidP="005D2E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91BD5">
        <w:rPr>
          <w:rFonts w:ascii="Times New Roman" w:eastAsia="Times New Roman" w:hAnsi="Times New Roman"/>
          <w:sz w:val="28"/>
          <w:szCs w:val="28"/>
          <w:lang w:eastAsia="ru-RU"/>
        </w:rPr>
        <w:t xml:space="preserve">. Контроль за исполнением настоящего постановления возложить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91BD5">
        <w:rPr>
          <w:rFonts w:ascii="Times New Roman" w:eastAsia="Times New Roman" w:hAnsi="Times New Roman"/>
          <w:sz w:val="28"/>
          <w:szCs w:val="28"/>
          <w:lang w:eastAsia="ru-RU"/>
        </w:rPr>
        <w:t>на вице-мэра муниципального образования Ногликский муниципальный округ Сахалинской облас</w:t>
      </w:r>
      <w:r w:rsidR="005D2E85">
        <w:rPr>
          <w:rFonts w:ascii="Times New Roman" w:eastAsia="Times New Roman" w:hAnsi="Times New Roman"/>
          <w:sz w:val="28"/>
          <w:szCs w:val="28"/>
          <w:lang w:eastAsia="ru-RU"/>
        </w:rPr>
        <w:t xml:space="preserve">ти </w:t>
      </w:r>
      <w:proofErr w:type="spellStart"/>
      <w:r w:rsidR="005D2E85">
        <w:rPr>
          <w:rFonts w:ascii="Times New Roman" w:eastAsia="Times New Roman" w:hAnsi="Times New Roman"/>
          <w:sz w:val="28"/>
          <w:szCs w:val="28"/>
          <w:lang w:eastAsia="ru-RU"/>
        </w:rPr>
        <w:t>Русанова</w:t>
      </w:r>
      <w:proofErr w:type="spellEnd"/>
      <w:r w:rsidR="005D2E85">
        <w:rPr>
          <w:rFonts w:ascii="Times New Roman" w:eastAsia="Times New Roman" w:hAnsi="Times New Roman"/>
          <w:sz w:val="28"/>
          <w:szCs w:val="28"/>
          <w:lang w:eastAsia="ru-RU"/>
        </w:rPr>
        <w:t xml:space="preserve"> Я.С.</w:t>
      </w:r>
    </w:p>
    <w:p w14:paraId="2B94A5B7" w14:textId="77777777" w:rsidR="005D2E85" w:rsidRDefault="005D2E85" w:rsidP="005D2E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05ADC5C" w14:textId="77777777" w:rsidR="005D2E85" w:rsidRDefault="005D2E85" w:rsidP="005D2E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7418292" w14:textId="77777777" w:rsidR="003E29DC" w:rsidRDefault="003E29DC" w:rsidP="005D2E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</w:t>
      </w:r>
      <w:r w:rsidR="008629FA" w:rsidRPr="003E29DC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  <w:r w:rsidR="008629FA" w:rsidRPr="003E29DC">
        <w:rPr>
          <w:rFonts w:ascii="Times New Roman" w:hAnsi="Times New Roman"/>
          <w:sz w:val="28"/>
          <w:szCs w:val="28"/>
        </w:rPr>
        <w:t xml:space="preserve"> </w:t>
      </w:r>
    </w:p>
    <w:p w14:paraId="0DCF558C" w14:textId="673AE391" w:rsidR="008629FA" w:rsidRPr="003E29DC" w:rsidRDefault="008629FA" w:rsidP="005D2E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29DC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0DCF558D" w14:textId="506D4974" w:rsidR="008629FA" w:rsidRPr="003E29DC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29DC">
        <w:rPr>
          <w:rFonts w:ascii="Times New Roman" w:hAnsi="Times New Roman"/>
          <w:sz w:val="28"/>
          <w:szCs w:val="28"/>
        </w:rPr>
        <w:t>Ногликский</w:t>
      </w:r>
      <w:r w:rsidR="00093B08" w:rsidRPr="003E29DC">
        <w:rPr>
          <w:rFonts w:ascii="Times New Roman" w:hAnsi="Times New Roman"/>
          <w:sz w:val="28"/>
          <w:szCs w:val="28"/>
        </w:rPr>
        <w:t xml:space="preserve"> муниципальный округ</w:t>
      </w:r>
      <w:r w:rsidRPr="003E29DC">
        <w:rPr>
          <w:rFonts w:ascii="Times New Roman" w:hAnsi="Times New Roman"/>
          <w:sz w:val="28"/>
          <w:szCs w:val="28"/>
        </w:rPr>
        <w:tab/>
      </w:r>
    </w:p>
    <w:p w14:paraId="0DCF558E" w14:textId="21AC1AF7" w:rsidR="008629FA" w:rsidRPr="003E29DC" w:rsidRDefault="00093B08" w:rsidP="00E37B8A">
      <w:pPr>
        <w:jc w:val="both"/>
        <w:rPr>
          <w:rFonts w:ascii="Times New Roman" w:hAnsi="Times New Roman"/>
          <w:sz w:val="28"/>
          <w:szCs w:val="28"/>
        </w:rPr>
      </w:pPr>
      <w:r w:rsidRPr="003E29DC">
        <w:rPr>
          <w:rFonts w:ascii="Times New Roman" w:hAnsi="Times New Roman"/>
          <w:sz w:val="28"/>
          <w:szCs w:val="28"/>
        </w:rPr>
        <w:t>Сахалинской области</w:t>
      </w:r>
      <w:r w:rsidR="003E29DC" w:rsidRPr="003E29DC">
        <w:rPr>
          <w:rFonts w:ascii="Times New Roman" w:hAnsi="Times New Roman"/>
          <w:sz w:val="28"/>
          <w:szCs w:val="28"/>
        </w:rPr>
        <w:tab/>
      </w:r>
      <w:r w:rsidR="003E29DC" w:rsidRPr="003E29DC">
        <w:rPr>
          <w:rFonts w:ascii="Times New Roman" w:hAnsi="Times New Roman"/>
          <w:sz w:val="28"/>
          <w:szCs w:val="28"/>
        </w:rPr>
        <w:tab/>
      </w:r>
      <w:r w:rsidR="003E29DC">
        <w:rPr>
          <w:rFonts w:ascii="Times New Roman" w:hAnsi="Times New Roman"/>
          <w:sz w:val="28"/>
          <w:szCs w:val="28"/>
        </w:rPr>
        <w:tab/>
      </w:r>
      <w:r w:rsidR="003E29DC">
        <w:rPr>
          <w:rFonts w:ascii="Times New Roman" w:hAnsi="Times New Roman"/>
          <w:sz w:val="28"/>
          <w:szCs w:val="28"/>
        </w:rPr>
        <w:tab/>
      </w:r>
      <w:r w:rsidR="003E29DC">
        <w:rPr>
          <w:rFonts w:ascii="Times New Roman" w:hAnsi="Times New Roman"/>
          <w:sz w:val="28"/>
          <w:szCs w:val="28"/>
        </w:rPr>
        <w:tab/>
      </w:r>
      <w:r w:rsidR="003E29DC">
        <w:rPr>
          <w:rFonts w:ascii="Times New Roman" w:hAnsi="Times New Roman"/>
          <w:sz w:val="28"/>
          <w:szCs w:val="28"/>
        </w:rPr>
        <w:tab/>
      </w:r>
      <w:r w:rsidR="003E29DC" w:rsidRPr="003E29DC">
        <w:rPr>
          <w:rFonts w:ascii="Times New Roman" w:hAnsi="Times New Roman"/>
          <w:sz w:val="28"/>
          <w:szCs w:val="28"/>
        </w:rPr>
        <w:tab/>
      </w:r>
      <w:r w:rsidR="003E29DC">
        <w:rPr>
          <w:rFonts w:ascii="Times New Roman" w:hAnsi="Times New Roman"/>
          <w:sz w:val="28"/>
          <w:szCs w:val="28"/>
        </w:rPr>
        <w:t xml:space="preserve">     Л.А. </w:t>
      </w:r>
      <w:proofErr w:type="spellStart"/>
      <w:r w:rsidR="003E29DC">
        <w:rPr>
          <w:rFonts w:ascii="Times New Roman" w:hAnsi="Times New Roman"/>
          <w:sz w:val="28"/>
          <w:szCs w:val="28"/>
        </w:rPr>
        <w:t>Блидченко</w:t>
      </w:r>
      <w:proofErr w:type="spellEnd"/>
    </w:p>
    <w:sectPr w:rsidR="008629FA" w:rsidRPr="003E29DC" w:rsidSect="002B14EE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05766" w14:textId="77777777" w:rsidR="00354FAF" w:rsidRDefault="00354FAF" w:rsidP="0033636C">
      <w:pPr>
        <w:spacing w:after="0" w:line="240" w:lineRule="auto"/>
      </w:pPr>
      <w:r>
        <w:separator/>
      </w:r>
    </w:p>
  </w:endnote>
  <w:endnote w:type="continuationSeparator" w:id="0">
    <w:p w14:paraId="3A7C4507" w14:textId="77777777" w:rsidR="00354FAF" w:rsidRDefault="00354FAF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B3B381" w14:textId="77777777" w:rsidR="00354FAF" w:rsidRDefault="00354FAF" w:rsidP="0033636C">
      <w:pPr>
        <w:spacing w:after="0" w:line="240" w:lineRule="auto"/>
      </w:pPr>
      <w:r>
        <w:separator/>
      </w:r>
    </w:p>
  </w:footnote>
  <w:footnote w:type="continuationSeparator" w:id="0">
    <w:p w14:paraId="529ABB31" w14:textId="77777777" w:rsidR="00354FAF" w:rsidRDefault="00354FAF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7035457"/>
      <w:docPartObj>
        <w:docPartGallery w:val="Page Numbers (Top of Page)"/>
        <w:docPartUnique/>
      </w:docPartObj>
    </w:sdtPr>
    <w:sdtEndPr/>
    <w:sdtContent>
      <w:p w14:paraId="4C28D2C1" w14:textId="3FB3B3CD" w:rsidR="002B14EE" w:rsidRDefault="002B14EE" w:rsidP="002B14E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46E5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31562"/>
    <w:rsid w:val="00053BD0"/>
    <w:rsid w:val="00087659"/>
    <w:rsid w:val="00093B08"/>
    <w:rsid w:val="00185FEC"/>
    <w:rsid w:val="001E1F9F"/>
    <w:rsid w:val="002003DC"/>
    <w:rsid w:val="002146E5"/>
    <w:rsid w:val="002234F1"/>
    <w:rsid w:val="0029199D"/>
    <w:rsid w:val="002B14EE"/>
    <w:rsid w:val="002B5CAC"/>
    <w:rsid w:val="0033636C"/>
    <w:rsid w:val="00354FAF"/>
    <w:rsid w:val="003E29DC"/>
    <w:rsid w:val="003E4257"/>
    <w:rsid w:val="00520CBF"/>
    <w:rsid w:val="005D2E85"/>
    <w:rsid w:val="00622D60"/>
    <w:rsid w:val="006266C2"/>
    <w:rsid w:val="00631121"/>
    <w:rsid w:val="0067678B"/>
    <w:rsid w:val="00714036"/>
    <w:rsid w:val="0082758C"/>
    <w:rsid w:val="008629FA"/>
    <w:rsid w:val="00864E22"/>
    <w:rsid w:val="00987DB5"/>
    <w:rsid w:val="00A30AF1"/>
    <w:rsid w:val="00AC72C8"/>
    <w:rsid w:val="00B10ED9"/>
    <w:rsid w:val="00B25688"/>
    <w:rsid w:val="00C02849"/>
    <w:rsid w:val="00D12794"/>
    <w:rsid w:val="00D67BD8"/>
    <w:rsid w:val="00DA56ED"/>
    <w:rsid w:val="00DF7897"/>
    <w:rsid w:val="00E37B8A"/>
    <w:rsid w:val="00E609BC"/>
    <w:rsid w:val="00E65069"/>
    <w:rsid w:val="00EA01ED"/>
    <w:rsid w:val="00FA143F"/>
    <w:rsid w:val="00FE4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146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146E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6266C2"/>
    <w:rsid w:val="007021C1"/>
    <w:rsid w:val="00B13DA8"/>
    <w:rsid w:val="00C038C0"/>
    <w:rsid w:val="00C95804"/>
    <w:rsid w:val="00CF735B"/>
    <w:rsid w:val="00DB457B"/>
    <w:rsid w:val="00E65069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86</TotalTime>
  <Pages>1</Pages>
  <Words>891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13</cp:revision>
  <cp:lastPrinted>2025-09-18T05:42:00Z</cp:lastPrinted>
  <dcterms:created xsi:type="dcterms:W3CDTF">2020-04-07T04:52:00Z</dcterms:created>
  <dcterms:modified xsi:type="dcterms:W3CDTF">2025-09-18T05:43:00Z</dcterms:modified>
</cp:coreProperties>
</file>